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33B" w:rsidRDefault="00D8533B" w:rsidP="004770C0">
      <w:pPr>
        <w:ind w:left="-540"/>
      </w:pPr>
      <w:r>
        <w:rPr>
          <w:noProof/>
        </w:rPr>
        <w:pict>
          <v:shapetype id="_x0000_t202" coordsize="21600,21600" o:spt="202" path="m,l,21600r21600,l21600,xe">
            <v:stroke joinstyle="miter"/>
            <v:path gradientshapeok="t" o:connecttype="rect"/>
          </v:shapetype>
          <v:shape id="_x0000_s1026" type="#_x0000_t202" style="position:absolute;left:0;text-align:left;margin-left:-27pt;margin-top:-1in;width:3in;height:27pt;z-index:251662336" stroked="f">
            <v:fill opacity="0"/>
            <v:textbox style="mso-next-textbox:#_x0000_s1026">
              <w:txbxContent>
                <w:p w:rsidR="00D8533B" w:rsidRPr="00B26EAC" w:rsidRDefault="00D8533B" w:rsidP="00B26EAC">
                  <w:pPr>
                    <w:rPr>
                      <w:rFonts w:ascii="Times New Roman" w:hAnsi="Times New Roman"/>
                      <w:noProof/>
                    </w:rPr>
                  </w:pPr>
                  <w:r w:rsidRPr="00B26EAC">
                    <w:rPr>
                      <w:rFonts w:ascii="Times New Roman" w:hAnsi="Times New Roman"/>
                      <w:noProof/>
                    </w:rPr>
                    <w:t xml:space="preserve">Name: </w:t>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sidRPr="00B26EAC">
                    <w:rPr>
                      <w:rFonts w:ascii="Times New Roman" w:hAnsi="Times New Roman"/>
                      <w:noProof/>
                    </w:rPr>
                    <w:t>_________________________________</w:t>
                  </w:r>
                </w:p>
              </w:txbxContent>
            </v:textbox>
            <w10:wrap type="square"/>
          </v:shape>
        </w:pict>
      </w:r>
      <w:r>
        <w:rPr>
          <w:noProof/>
        </w:rPr>
        <w:pict>
          <v:roundrect id="Rounded Rectangle 7" o:spid="_x0000_s1027" style="position:absolute;left:0;text-align:left;margin-left:-27.05pt;margin-top:333pt;width:279.7pt;height:108pt;z-index:251655168;visibility:visible" arcsize="10923f" wrapcoords="1274 -150 811 0 -58 1500 -58 19650 695 21450 927 21450 20673 21450 20847 21450 21600 19500 21600 1500 20731 0 20268 -150 1274 -1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" strokecolor="#4579b8">
            <v:shadow on="t" opacity="22937f" origin=",.5" offset="0,.63889mm"/>
            <v:textbox style="mso-next-textbox:#Rounded Rectangle 7">
              <w:txbxContent>
                <w:p w:rsidR="00D8533B" w:rsidRPr="004770C0" w:rsidRDefault="00D8533B" w:rsidP="0003205E">
                  <w:pPr>
                    <w:jc w:val="center"/>
                    <w:rPr>
                      <w:b/>
                      <w:color w:val="000000"/>
                      <w:sz w:val="28"/>
                      <w:szCs w:val="28"/>
                    </w:rPr>
                  </w:pPr>
                  <w:bookmarkStart w:id="0" w:name="_GoBack"/>
                  <w:bookmarkEnd w:id="0"/>
                  <w:r w:rsidRPr="004770C0">
                    <w:rPr>
                      <w:b/>
                      <w:color w:val="000000"/>
                      <w:sz w:val="28"/>
                      <w:szCs w:val="28"/>
                    </w:rPr>
                    <w:t>Setting:</w:t>
                  </w:r>
                </w:p>
                <w:p w:rsidR="00D8533B" w:rsidRPr="0067513A" w:rsidRDefault="00D8533B" w:rsidP="0003205E">
                  <w:pPr>
                    <w:jc w:val="center"/>
                    <w:rPr>
                      <w:color w:val="000000"/>
                      <w:sz w:val="38"/>
                      <w:szCs w:val="38"/>
                      <w:u w:val="single"/>
                    </w:rPr>
                  </w:pP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p>
              </w:txbxContent>
            </v:textbox>
            <w10:wrap type="through"/>
          </v:roundrect>
        </w:pict>
      </w:r>
      <w:r>
        <w:rPr>
          <w:noProof/>
        </w:rPr>
        <w:pict>
          <v:roundrect id="Rounded Rectangle 8" o:spid="_x0000_s1028" style="position:absolute;left:0;text-align:left;margin-left:-36pt;margin-top:-44.95pt;width:279.7pt;height:4in;z-index:251656192;visibility:visible" arcsize="10923f" wrapcoords="3475 -56 2664 0 1100 562 1100 844 753 1238 347 1744 -58 2644 -58 18844 290 19744 984 20644 1042 20812 2548 21544 2838 21544 18705 21544 19052 21544 20500 20812 20558 20644 21253 19744 21600 18844 21600 2644 21195 1744 20616 1012 20500 562 18878 0 18068 -56 3475 -5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" strokecolor="#4579b8">
            <v:shadow on="t" opacity="22937f" origin=",.5" offset="0,.63889mm"/>
            <v:textbox style="mso-next-textbox:#Rounded Rectangle 8">
              <w:txbxContent>
                <w:p w:rsidR="00D8533B" w:rsidRPr="004770C0" w:rsidRDefault="00D8533B" w:rsidP="0003205E">
                  <w:pPr>
                    <w:jc w:val="center"/>
                    <w:rPr>
                      <w:b/>
                      <w:color w:val="000000"/>
                      <w:sz w:val="28"/>
                      <w:szCs w:val="28"/>
                    </w:rPr>
                  </w:pPr>
                  <w:r w:rsidRPr="004770C0">
                    <w:rPr>
                      <w:b/>
                      <w:color w:val="000000"/>
                      <w:sz w:val="28"/>
                      <w:szCs w:val="28"/>
                    </w:rPr>
                    <w:t>Describe the main characters:</w:t>
                  </w:r>
                </w:p>
                <w:p w:rsidR="00D8533B" w:rsidRPr="0067513A" w:rsidRDefault="00D8533B" w:rsidP="0003205E">
                  <w:pPr>
                    <w:jc w:val="center"/>
                    <w:rPr>
                      <w:color w:val="000000"/>
                      <w:sz w:val="38"/>
                      <w:szCs w:val="38"/>
                      <w:u w:val="single"/>
                    </w:rPr>
                  </w:pP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p>
              </w:txbxContent>
            </v:textbox>
            <w10:wrap type="through"/>
          </v:roundrect>
        </w:pict>
      </w:r>
      <w:r>
        <w:rPr>
          <w:noProof/>
        </w:rPr>
        <w:pict>
          <v:roundrect id="Rounded Rectangle 1" o:spid="_x0000_s1029" style="position:absolute;left:0;text-align:left;margin-left:251.95pt;margin-top:225pt;width:198pt;height:81pt;z-index:251653120;visibility:visible" arcsize="10923f" wrapcoords="1309 -200 736 0 -82 1800 -82 19400 655 21400 818 21400 20700 21400 20782 21400 21682 19200 21682 2000 20782 0 20209 -200 1309 -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">
            <v:shadow on="t" opacity="22937f" origin=",.5" offset="0,.63889mm"/>
            <v:textbox>
              <w:txbxContent>
                <w:p w:rsidR="00D8533B" w:rsidRPr="004770C0" w:rsidRDefault="00D8533B" w:rsidP="0003205E">
                  <w:pPr>
                    <w:jc w:val="center"/>
                    <w:rPr>
                      <w:b/>
                      <w:color w:val="000000"/>
                      <w:sz w:val="28"/>
                      <w:szCs w:val="28"/>
                    </w:rPr>
                  </w:pPr>
                  <w:r w:rsidRPr="004770C0">
                    <w:rPr>
                      <w:b/>
                      <w:color w:val="000000"/>
                      <w:sz w:val="28"/>
                      <w:szCs w:val="28"/>
                    </w:rPr>
                    <w:t>Title of Story:</w:t>
                  </w:r>
                </w:p>
                <w:p w:rsidR="00D8533B" w:rsidRPr="0067513A" w:rsidRDefault="00D8533B" w:rsidP="0003205E">
                  <w:pPr>
                    <w:jc w:val="center"/>
                    <w:rPr>
                      <w:color w:val="000000"/>
                    </w:rPr>
                  </w:pPr>
                </w:p>
                <w:p w:rsidR="00D8533B" w:rsidRPr="004770C0" w:rsidRDefault="00D8533B" w:rsidP="0003205E">
                  <w:pPr>
                    <w:jc w:val="center"/>
                    <w:rPr>
                      <w:color w:val="000000"/>
                      <w:u w:val="single"/>
                    </w:rPr>
                  </w:pPr>
                  <w:r w:rsidRPr="004770C0">
                    <w:rPr>
                      <w:color w:val="000000"/>
                      <w:u w:val="single"/>
                    </w:rPr>
                    <w:t>_______________</w:t>
                  </w:r>
                  <w:r>
                    <w:rPr>
                      <w:color w:val="000000"/>
                      <w:u w:val="single"/>
                    </w:rPr>
                    <w:t>____</w:t>
                  </w:r>
                  <w:r w:rsidRPr="004770C0">
                    <w:rPr>
                      <w:color w:val="000000"/>
                      <w:u w:val="single"/>
                    </w:rPr>
                    <w:t>_________________</w:t>
                  </w:r>
                </w:p>
              </w:txbxContent>
            </v:textbox>
            <w10:wrap type="through"/>
          </v:roundrect>
        </w:pict>
      </w:r>
      <w:r>
        <w:rPr>
          <w:noProof/>
        </w:rPr>
        <w:pict>
          <v:roundrect id="Rounded Rectangle 9" o:spid="_x0000_s1030" style="position:absolute;left:0;text-align:left;margin-left:314.95pt;margin-top:-71.95pt;width:371pt;height:261pt;z-index:251657216;visibility:visible" arcsize="10923f" wrapcoords="2444 -62 1876 0 698 621 698 931 524 1241 175 1924 0 2669 -44 2917 -44 18807 262 19800 829 20917 1833 21538 2007 21538 19549 21538 19724 21538 20727 20917 21295 19800 21600 18807 21600 2917 21425 1924 20858 931 20902 683 19680 0 19113 -62 2444 -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" strokecolor="#4579b8">
            <v:shadow on="t" opacity="22937f" origin=",.5" offset="0,.63889mm"/>
            <v:textbox>
              <w:txbxContent>
                <w:p w:rsidR="00D8533B" w:rsidRPr="004770C0" w:rsidRDefault="00D8533B" w:rsidP="0003205E">
                  <w:pPr>
                    <w:jc w:val="center"/>
                    <w:rPr>
                      <w:b/>
                      <w:color w:val="000000"/>
                      <w:sz w:val="28"/>
                      <w:szCs w:val="28"/>
                    </w:rPr>
                  </w:pPr>
                  <w:r w:rsidRPr="004770C0">
                    <w:rPr>
                      <w:b/>
                      <w:color w:val="000000"/>
                      <w:sz w:val="28"/>
                      <w:szCs w:val="28"/>
                    </w:rPr>
                    <w:t>Summarize the Plot</w:t>
                  </w:r>
                </w:p>
                <w:p w:rsidR="00D8533B" w:rsidRPr="0067513A" w:rsidRDefault="00D8533B" w:rsidP="0003205E">
                  <w:pPr>
                    <w:jc w:val="center"/>
                    <w:rPr>
                      <w:color w:val="000000"/>
                      <w:sz w:val="38"/>
                      <w:szCs w:val="38"/>
                      <w:u w:val="single"/>
                    </w:rPr>
                  </w:pP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p>
              </w:txbxContent>
            </v:textbox>
            <w10:wrap type="through"/>
          </v:roundrect>
        </w:pict>
      </w:r>
      <w:r>
        <w:rPr>
          <w:noProof/>
        </w:rPr>
        <w:pict>
          <v:roundrect id="Rounded Rectangle 6" o:spid="_x0000_s1031" style="position:absolute;left:0;text-align:left;margin-left:386.95pt;margin-top:342pt;width:279.7pt;height:125.55pt;z-index:251654144;visibility:visible" arcsize="10923f" wrapcoords="1506 -129 984 0 58 1293 -58 2846 -58 18884 290 20565 1042 21471 1100 21471 20442 21471 20558 21471 21253 20565 21658 18496 21658 4139 21542 1293 20558 0 20036 -129 1506 -12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" strokecolor="#4579b8">
            <v:shadow on="t" opacity="22937f" origin=",.5" offset="0,.63889mm"/>
            <v:textbox>
              <w:txbxContent>
                <w:p w:rsidR="00D8533B" w:rsidRPr="004770C0" w:rsidRDefault="00D8533B" w:rsidP="0003205E">
                  <w:pPr>
                    <w:jc w:val="center"/>
                    <w:rPr>
                      <w:b/>
                      <w:color w:val="000000"/>
                      <w:sz w:val="28"/>
                      <w:szCs w:val="28"/>
                    </w:rPr>
                  </w:pPr>
                  <w:r w:rsidRPr="004770C0">
                    <w:rPr>
                      <w:b/>
                      <w:color w:val="000000"/>
                      <w:sz w:val="28"/>
                      <w:szCs w:val="28"/>
                    </w:rPr>
                    <w:t>Resolution (How does the story end?):</w:t>
                  </w:r>
                </w:p>
                <w:p w:rsidR="00D8533B" w:rsidRPr="0067513A" w:rsidRDefault="00D8533B" w:rsidP="0003205E">
                  <w:pPr>
                    <w:jc w:val="center"/>
                    <w:rPr>
                      <w:color w:val="000000"/>
                      <w:sz w:val="38"/>
                      <w:szCs w:val="38"/>
                      <w:u w:val="single"/>
                    </w:rPr>
                  </w:pP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r w:rsidRPr="0067513A">
                    <w:rPr>
                      <w:color w:val="000000"/>
                      <w:sz w:val="38"/>
                      <w:szCs w:val="38"/>
                      <w:u w:val="single"/>
                    </w:rPr>
                    <w:tab/>
                  </w:r>
                </w:p>
              </w:txbxContent>
            </v:textbox>
            <w10:wrap type="through"/>
          </v:round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32" type="#_x0000_t67" style="position:absolute;left:0;text-align:left;margin-left:521.75pt;margin-top:195.8pt;width:72.2pt;height:137.15pt;z-index:251661312;visibility:visible" wrapcoords="4950 -118 4725 14990 -450 15816 10125 21482 11250 21482 21825 15934 21375 15698 16425 14990 16425 -118 4950 -1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" adj="15915" fillcolor="#4f81bd" strokecolor="#4579b8">
            <v:fill color2="#a7bfde" rotate="t" type="gradient">
              <o:fill v:ext="view" type="gradientUnscaled"/>
            </v:fill>
            <v:shadow on="t" opacity="22937f" origin=",.5" offset="0,.63889mm"/>
            <w10:wrap type="through"/>
          </v:shape>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33" type="#_x0000_t13" style="position:absolute;left:0;text-align:left;margin-left:251.95pt;margin-top:54pt;width:58.6pt;height:49.75pt;z-index:251660288;visibility:visible" wrapcoords="11631 0 -277 4909 -277 16364 11631 20945 11631 21273 13015 21273 21877 10473 13015 0 1163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" adj="12431" fillcolor="#4f81bd" strokecolor="#4579b8">
            <v:fill color2="#a7bfde" rotate="t" type="gradient">
              <o:fill v:ext="view" type="gradientUnscaled"/>
            </v:fill>
            <v:shadow on="t" opacity="22937f" origin=",.5" offset="0,.63889mm"/>
            <w10:wrap type="through"/>
          </v:shape>
        </w:pict>
      </w: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3" o:spid="_x0000_s1034" type="#_x0000_t68" style="position:absolute;left:0;text-align:left;margin-left:81.4pt;margin-top:251.15pt;width:44.55pt;height:63.85pt;z-index:251659264;visibility:visible" wrapcoords="9519 -254 -366 7369 -366 7624 4393 7878 4393 21346 16841 21346 16841 7878 21600 7878 21600 7369 11349 -254 9519 -25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" adj="7535" fillcolor="#4f81bd" strokecolor="#4579b8">
            <v:fill color2="#a7bfde" rotate="t" type="gradient">
              <o:fill v:ext="view" type="gradientUnscaled"/>
            </v:fill>
            <v:shadow on="t" opacity="22937f" origin=",.5" offset="0,.63889mm"/>
            <w10:wrap type="through"/>
          </v:shape>
        </w:pict>
      </w:r>
      <w:r>
        <w:rPr>
          <w:noProof/>
        </w:rPr>
        <w:pict>
          <v:shape id="Bent Arrow 11" o:spid="_x0000_s1035" style="position:absolute;left:0;text-align:left;margin-left:269.95pt;margin-top:315pt;width:81pt;height:73.8pt;rotation:180;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1028700,937260" wrapcoords="257175 937260 266700 478194 781050 478194 952500 439938 952500 334736 1047750 239097 819150 0 781050 0 180975 143458 171450 172150 38100 315608 38100 325172 -9525 478194 -9525 937260 257175 9372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" path="m,937260l,527209c,300744,183586,117158,410051,117158r384334,l794385,r234315,234315l794385,468630r,-117157l410051,351473v-97056,,-175736,78680,-175736,175736l234315,937260,,937260xe" fillcolor="#4f81bd" strokecolor="#4579b8">
            <v:fill color2="#a7bfde" rotate="t" type="gradient">
              <o:fill v:ext="view" type="gradientUnscaled"/>
            </v:fill>
            <v:shadow on="t" opacity="22937f" origin=",.5" offset="0,.63889mm"/>
            <v:path arrowok="t" o:connecttype="custom" o:connectlocs="0,937260;0,527209;410051,117158;794385,117158;794385,0;1028700,234315;794385,468630;794385,351473;410051,351473;234315,527209;234315,937260;0,937260" o:connectangles="0,0,0,0,0,0,0,0,0,0,0,0"/>
            <w10:wrap type="through"/>
          </v:shape>
        </w:pict>
      </w:r>
    </w:p>
    <w:sectPr w:rsidR="00D8533B" w:rsidSect="0003205E">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205E"/>
    <w:rsid w:val="0003205E"/>
    <w:rsid w:val="00043FA4"/>
    <w:rsid w:val="001831B2"/>
    <w:rsid w:val="0020601B"/>
    <w:rsid w:val="0037427A"/>
    <w:rsid w:val="004770C0"/>
    <w:rsid w:val="005E21E7"/>
    <w:rsid w:val="0067513A"/>
    <w:rsid w:val="009C2CB9"/>
    <w:rsid w:val="00B26EAC"/>
    <w:rsid w:val="00C402EE"/>
    <w:rsid w:val="00C4743C"/>
    <w:rsid w:val="00D8533B"/>
    <w:rsid w:val="00E67999"/>
    <w:rsid w:val="00E7327B"/>
    <w:rsid w:val="00F03D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05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26EAC"/>
    <w:rPr>
      <w:rFonts w:ascii="Tahoma" w:hAnsi="Tahoma" w:cs="Tahoma"/>
      <w:sz w:val="16"/>
      <w:szCs w:val="16"/>
    </w:rPr>
  </w:style>
  <w:style w:type="character" w:customStyle="1" w:styleId="BalloonTextChar">
    <w:name w:val="Balloon Text Char"/>
    <w:basedOn w:val="DefaultParagraphFont"/>
    <w:link w:val="BalloonText"/>
    <w:uiPriority w:val="99"/>
    <w:semiHidden/>
    <w:rsid w:val="00FA74FF"/>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Pages>
  <Words>1</Words>
  <Characters>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Looser</dc:creator>
  <cp:keywords/>
  <dc:description/>
  <cp:lastModifiedBy>Administrator</cp:lastModifiedBy>
  <cp:revision>3</cp:revision>
  <cp:lastPrinted>2011-12-05T15:39:00Z</cp:lastPrinted>
  <dcterms:created xsi:type="dcterms:W3CDTF">2011-12-05T15:37:00Z</dcterms:created>
  <dcterms:modified xsi:type="dcterms:W3CDTF">2011-12-05T15:42:00Z</dcterms:modified>
</cp:coreProperties>
</file>